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D1" w:rsidRDefault="00AB69D1">
      <w:pPr>
        <w:pStyle w:val="Heading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pt;margin-top:0;width:2in;height:234pt;z-index:-251659776;mso-wrap-edited:f" wrapcoords="-100 0 -100 21600 21700 21600 21700 0 -100 0">
            <v:textbox style="mso-next-textbox:#_x0000_s1029">
              <w:txbxContent>
                <w:p w:rsidR="00AB69D1" w:rsidRDefault="00AB69D1">
                  <w:pPr>
                    <w:tabs>
                      <w:tab w:val="left" w:leader="hyphen" w:pos="2040"/>
                    </w:tabs>
                    <w:rPr>
                      <w:sz w:val="18"/>
                      <w:u w:val="single"/>
                    </w:rPr>
                  </w:pPr>
                  <w:r>
                    <w:rPr>
                      <w:b/>
                      <w:bCs w:val="0"/>
                      <w:sz w:val="20"/>
                      <w:u w:val="single"/>
                    </w:rPr>
                    <w:t>To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</w:p>
                <w:p w:rsidR="00AB69D1" w:rsidRDefault="00AB69D1">
                  <w:pPr>
                    <w:tabs>
                      <w:tab w:val="left" w:leader="hyphen" w:pos="2040"/>
                    </w:tabs>
                    <w:rPr>
                      <w:sz w:val="18"/>
                    </w:rPr>
                  </w:pPr>
                </w:p>
                <w:p w:rsidR="00AB69D1" w:rsidRDefault="00AB69D1">
                  <w:pPr>
                    <w:tabs>
                      <w:tab w:val="left" w:leader="hyphen" w:pos="21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Public Health Clinic Services</w:t>
                  </w:r>
                </w:p>
                <w:p w:rsidR="00AB69D1" w:rsidRDefault="00AB69D1">
                  <w:pPr>
                    <w:tabs>
                      <w:tab w:val="left" w:leader="hyphen" w:pos="2160"/>
                    </w:tabs>
                    <w:rPr>
                      <w:b/>
                      <w:bCs w:val="0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925-313-6250</w:t>
                  </w:r>
                  <w:r>
                    <w:rPr>
                      <w:b/>
                      <w:bCs w:val="0"/>
                      <w:i/>
                      <w:iCs/>
                      <w:sz w:val="20"/>
                      <w:szCs w:val="20"/>
                    </w:rPr>
                    <w:t xml:space="preserve">(phone) </w:t>
                  </w:r>
                </w:p>
                <w:p w:rsidR="00AB69D1" w:rsidRDefault="00AB69D1">
                  <w:pPr>
                    <w:tabs>
                      <w:tab w:val="left" w:leader="hyphen" w:pos="2160"/>
                    </w:tabs>
                    <w:rPr>
                      <w:b/>
                      <w:bCs w:val="0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 w:val="0"/>
                      <w:i/>
                      <w:iCs/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925-313-6029 </w:t>
                  </w:r>
                  <w:r>
                    <w:rPr>
                      <w:b/>
                      <w:bCs w:val="0"/>
                      <w:i/>
                      <w:iCs/>
                      <w:sz w:val="20"/>
                      <w:szCs w:val="20"/>
                    </w:rPr>
                    <w:t>(fax)</w:t>
                  </w:r>
                </w:p>
                <w:p w:rsidR="00AB69D1" w:rsidRDefault="00AB69D1">
                  <w:pPr>
                    <w:tabs>
                      <w:tab w:val="left" w:leader="hyphen" w:pos="2160"/>
                    </w:tabs>
                    <w:rPr>
                      <w:sz w:val="20"/>
                      <w:szCs w:val="20"/>
                    </w:rPr>
                  </w:pPr>
                </w:p>
                <w:p w:rsidR="00AB69D1" w:rsidRDefault="00AB69D1">
                  <w:pPr>
                    <w:pStyle w:val="BodyText"/>
                  </w:pPr>
                  <w:r>
                    <w:t>***Please attach all pertinent medical records and patient registration with current demographics.</w:t>
                  </w:r>
                </w:p>
                <w:p w:rsidR="00AB69D1" w:rsidRDefault="00AB69D1">
                  <w:pPr>
                    <w:tabs>
                      <w:tab w:val="left" w:leader="hyphen" w:pos="2160"/>
                    </w:tabs>
                    <w:rPr>
                      <w:sz w:val="20"/>
                      <w:szCs w:val="20"/>
                    </w:rPr>
                  </w:pPr>
                </w:p>
                <w:p w:rsidR="00AB69D1" w:rsidRDefault="00AB69D1">
                  <w:pPr>
                    <w:tabs>
                      <w:tab w:val="left" w:leader="hyphen" w:pos="2160"/>
                    </w:tabs>
                    <w:rPr>
                      <w:rFonts w:ascii="Agency FB" w:hAnsi="Agency FB" w:cs="Arial Unicode MS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 requesting feedback, please include phone number to call</w:t>
                  </w:r>
                  <w:r>
                    <w:rPr>
                      <w:rFonts w:ascii="Agency FB" w:hAnsi="Agency FB" w:cs="Arial Unicode MS"/>
                      <w:sz w:val="20"/>
                      <w:szCs w:val="20"/>
                    </w:rPr>
                    <w:t xml:space="preserve">.  </w:t>
                  </w:r>
                </w:p>
                <w:p w:rsidR="00AB69D1" w:rsidRDefault="00AB69D1">
                  <w:pPr>
                    <w:tabs>
                      <w:tab w:val="left" w:leader="hyphen" w:pos="2160"/>
                    </w:tabs>
                    <w:rPr>
                      <w:sz w:val="20"/>
                      <w:szCs w:val="20"/>
                    </w:rPr>
                  </w:pPr>
                </w:p>
                <w:p w:rsidR="00AB69D1" w:rsidRDefault="00AB69D1">
                  <w:pPr>
                    <w:pStyle w:val="BodyText"/>
                    <w:rPr>
                      <w:rFonts w:ascii="Agency FB" w:hAnsi="Agency FB"/>
                      <w:b/>
                      <w:bCs w:val="0"/>
                      <w:i/>
                      <w:iCs/>
                      <w:sz w:val="18"/>
                      <w:vertAlign w:val="superscript"/>
                    </w:rPr>
                  </w:pPr>
                  <w:r>
                    <w:rPr>
                      <w:rFonts w:ascii="Agency FB" w:hAnsi="Agency FB"/>
                      <w:b/>
                      <w:bCs w:val="0"/>
                      <w:i/>
                      <w:iCs/>
                    </w:rPr>
                    <w:t>Due to limited resources, all clients may not be served.</w:t>
                  </w:r>
                </w:p>
              </w:txbxContent>
            </v:textbox>
            <w10:wrap type="tight"/>
          </v:shape>
        </w:pict>
      </w:r>
      <w:r>
        <w:rPr>
          <w:noProof/>
          <w:sz w:val="20"/>
        </w:rPr>
        <w:pict>
          <v:shape id="_x0000_s1031" type="#_x0000_t202" style="position:absolute;margin-left:170.2pt;margin-top:-45pt;width:234pt;height:135pt;z-index:251658752">
            <v:textbox style="mso-next-textbox:#_x0000_s1031">
              <w:txbxContent>
                <w:p w:rsidR="00AB69D1" w:rsidRDefault="00AB69D1">
                  <w:pPr>
                    <w:jc w:val="center"/>
                  </w:pPr>
                </w:p>
                <w:p w:rsidR="00AB69D1" w:rsidRDefault="00AB69D1">
                  <w:pPr>
                    <w:jc w:val="center"/>
                  </w:pPr>
                </w:p>
                <w:p w:rsidR="00AB69D1" w:rsidRDefault="00AB69D1">
                  <w:pPr>
                    <w:jc w:val="center"/>
                    <w:rPr>
                      <w:rFonts w:ascii="Agency FB" w:hAnsi="Agency FB"/>
                    </w:rPr>
                  </w:pPr>
                </w:p>
                <w:p w:rsidR="00AB69D1" w:rsidRDefault="00AB69D1">
                  <w:pPr>
                    <w:jc w:val="center"/>
                    <w:rPr>
                      <w:rFonts w:ascii="Agency FB" w:hAnsi="Agency FB"/>
                    </w:rPr>
                  </w:pPr>
                </w:p>
                <w:p w:rsidR="00AB69D1" w:rsidRDefault="00AB69D1">
                  <w:pPr>
                    <w:jc w:val="center"/>
                    <w:rPr>
                      <w:rFonts w:ascii="Albertus Medium" w:hAnsi="Albertus Medium"/>
                    </w:rPr>
                  </w:pPr>
                  <w:r>
                    <w:rPr>
                      <w:rFonts w:ascii="Agency FB" w:hAnsi="Agency FB"/>
                    </w:rPr>
                    <w:t xml:space="preserve">PLACE </w:t>
                  </w:r>
                  <w:r>
                    <w:rPr>
                      <w:rFonts w:ascii="Agency FB" w:hAnsi="Agency FB" w:cs="Courier New"/>
                    </w:rPr>
                    <w:t>REGISTRATION STICKER HERE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0" type="#_x0000_t202" style="position:absolute;margin-left:-3.8pt;margin-top:-36pt;width:134.7pt;height:93.05pt;z-index:251657728" stroked="f">
            <v:textbox style="mso-next-textbox:#_x0000_s1030">
              <w:txbxContent>
                <w:p w:rsidR="00AB69D1" w:rsidRDefault="00AB69D1">
                  <w:r>
                    <w:object w:dxaOrig="2280" w:dyaOrig="111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0.25pt;height:85.9pt" o:ole="">
                        <v:imagedata r:id="rId7" o:title=""/>
                      </v:shape>
                      <o:OLEObject Type="Embed" ProgID="Word.Picture.8" ShapeID="_x0000_i1025" DrawAspect="Content" ObjectID="_1372256276" r:id="rId8"/>
                    </w:object>
                  </w:r>
                </w:p>
              </w:txbxContent>
            </v:textbox>
          </v:shape>
        </w:pict>
      </w:r>
    </w:p>
    <w:p w:rsidR="00AB69D1" w:rsidRDefault="00AB69D1">
      <w:pPr>
        <w:pStyle w:val="Heading1"/>
      </w:pPr>
    </w:p>
    <w:p w:rsidR="00AB69D1" w:rsidRDefault="00AB69D1">
      <w:pPr>
        <w:pStyle w:val="Heading1"/>
      </w:pPr>
    </w:p>
    <w:p w:rsidR="00AB69D1" w:rsidRDefault="00AB69D1"/>
    <w:p w:rsidR="00AB69D1" w:rsidRDefault="00AB69D1"/>
    <w:p w:rsidR="00AB69D1" w:rsidRDefault="00AB69D1"/>
    <w:p w:rsidR="00AB69D1" w:rsidRDefault="00AB69D1">
      <w:pPr>
        <w:pStyle w:val="Heading1"/>
      </w:pPr>
      <w:r>
        <w:t>Public Health Nurse Referral Form</w:t>
      </w:r>
    </w:p>
    <w:p w:rsidR="00AB69D1" w:rsidRDefault="00AB69D1">
      <w:pPr>
        <w:ind w:left="2160" w:firstLine="720"/>
        <w:rPr>
          <w:sz w:val="10"/>
        </w:rPr>
      </w:pPr>
      <w:r>
        <w:rPr>
          <w:sz w:val="24"/>
        </w:rPr>
        <w:t xml:space="preserve">         (For Clinic Referrals only)</w:t>
      </w:r>
    </w:p>
    <w:p w:rsidR="00AB69D1" w:rsidRDefault="00AB69D1">
      <w:pPr>
        <w:ind w:left="2160" w:firstLine="720"/>
        <w:rPr>
          <w:sz w:val="10"/>
        </w:rPr>
      </w:pPr>
    </w:p>
    <w:p w:rsidR="00AB69D1" w:rsidRDefault="00AB69D1">
      <w:pPr>
        <w:pStyle w:val="NoSpacing"/>
        <w:spacing w:line="360" w:lineRule="auto"/>
      </w:pPr>
      <w:r>
        <w:t>Date of Referral:</w:t>
      </w:r>
      <w:r>
        <w:rPr>
          <w:u w:val="single"/>
        </w:rPr>
        <w:tab/>
      </w:r>
      <w:r>
        <w:rPr>
          <w:u w:val="single"/>
        </w:rPr>
        <w:tab/>
        <w:t>______</w:t>
      </w:r>
      <w:r>
        <w:t xml:space="preserve"> </w:t>
      </w:r>
    </w:p>
    <w:p w:rsidR="00AB69D1" w:rsidRDefault="00AB69D1">
      <w:pPr>
        <w:spacing w:line="360" w:lineRule="auto"/>
        <w:ind w:right="-360"/>
      </w:pPr>
      <w:r>
        <w:t xml:space="preserve">Provider: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         </w:t>
      </w:r>
      <w:r w:rsidR="00E860E5">
        <w:tab/>
      </w:r>
      <w:r w:rsidR="00E860E5">
        <w:tab/>
      </w:r>
      <w:r>
        <w:t xml:space="preserve"> Phone:_________________</w:t>
      </w:r>
    </w:p>
    <w:p w:rsidR="00AB69D1" w:rsidRDefault="00AB69D1">
      <w:pPr>
        <w:spacing w:line="360" w:lineRule="auto"/>
        <w:ind w:right="-360"/>
        <w:rPr>
          <w:sz w:val="16"/>
        </w:rPr>
      </w:pPr>
      <w:r>
        <w:t>C</w:t>
      </w:r>
      <w:r w:rsidR="00E860E5">
        <w:t xml:space="preserve">are Coordinator:____________ Phone:______________ </w:t>
      </w:r>
      <w:r w:rsidR="00380677">
        <w:t>Fax</w:t>
      </w:r>
      <w:r w:rsidR="00E860E5">
        <w:t>:</w:t>
      </w:r>
      <w:r w:rsidR="00380677">
        <w:t>_</w:t>
      </w:r>
      <w:r w:rsidR="00E860E5">
        <w:t>______________</w:t>
      </w:r>
    </w:p>
    <w:p w:rsidR="00AB69D1" w:rsidRDefault="00AB69D1">
      <w:pPr>
        <w:spacing w:line="360" w:lineRule="auto"/>
        <w:ind w:right="-360"/>
        <w:rPr>
          <w:u w:val="single"/>
        </w:rPr>
      </w:pPr>
      <w:r>
        <w:t>Client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</w:t>
      </w:r>
      <w:r>
        <w:t xml:space="preserve"> Parent/Guardian Name </w:t>
      </w:r>
      <w:r>
        <w:rPr>
          <w:sz w:val="16"/>
          <w:szCs w:val="16"/>
        </w:rPr>
        <w:t>(if applicable)</w:t>
      </w:r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_________________</w:t>
      </w:r>
    </w:p>
    <w:p w:rsidR="00AB69D1" w:rsidRDefault="00AB69D1">
      <w:pPr>
        <w:spacing w:line="360" w:lineRule="auto"/>
        <w:ind w:right="-360"/>
        <w:rPr>
          <w:u w:val="single"/>
        </w:rPr>
      </w:pPr>
      <w:r>
        <w:t xml:space="preserve">Medical Record#: </w:t>
      </w:r>
      <w:r>
        <w:rPr>
          <w:u w:val="single"/>
        </w:rPr>
        <w:t>____________________</w:t>
      </w:r>
    </w:p>
    <w:p w:rsidR="00AB69D1" w:rsidRDefault="00AB69D1">
      <w:pPr>
        <w:ind w:left="2880" w:right="-360"/>
        <w:rPr>
          <w:b/>
          <w:bCs w:val="0"/>
          <w:smallCaps/>
          <w:sz w:val="28"/>
        </w:rPr>
      </w:pPr>
      <w:r>
        <w:t xml:space="preserve"> </w:t>
      </w:r>
      <w:r>
        <w:rPr>
          <w:b/>
          <w:bCs w:val="0"/>
          <w:smallCaps/>
          <w:sz w:val="28"/>
        </w:rPr>
        <w:t xml:space="preserve">please attach patient registration sheet (face-sheet) </w:t>
      </w:r>
    </w:p>
    <w:p w:rsidR="00AB69D1" w:rsidRDefault="00AB69D1">
      <w:pPr>
        <w:ind w:left="2880" w:right="-360"/>
        <w:rPr>
          <w:smallCaps/>
        </w:rPr>
      </w:pPr>
      <w:r>
        <w:rPr>
          <w:b/>
          <w:bCs w:val="0"/>
          <w:smallCaps/>
          <w:sz w:val="28"/>
        </w:rPr>
        <w:t xml:space="preserve">                      and pertinent clinic notes </w:t>
      </w:r>
    </w:p>
    <w:p w:rsidR="00AB69D1" w:rsidRDefault="00AB69D1">
      <w:pPr>
        <w:spacing w:line="360" w:lineRule="auto"/>
        <w:ind w:right="-360"/>
        <w:rPr>
          <w:b/>
          <w:bCs w:val="0"/>
          <w:smallCaps/>
          <w:sz w:val="12"/>
        </w:rPr>
      </w:pPr>
    </w:p>
    <w:p w:rsidR="00AB69D1" w:rsidRDefault="00AB69D1">
      <w:pPr>
        <w:pStyle w:val="NoSpacing"/>
        <w:spacing w:line="360" w:lineRule="auto"/>
      </w:pPr>
      <w:r>
        <w:t xml:space="preserve">Demographic information </w:t>
      </w:r>
      <w:r>
        <w:rPr>
          <w:b/>
          <w:bCs w:val="0"/>
          <w:sz w:val="20"/>
        </w:rPr>
        <w:t>(if different than patient registration)</w:t>
      </w:r>
      <w:r>
        <w:rPr>
          <w:b/>
          <w:bCs w:val="0"/>
        </w:rPr>
        <w:t>:</w:t>
      </w: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AB69D1" w:rsidRDefault="00AB69D1">
      <w:pPr>
        <w:pStyle w:val="NoSpacing"/>
        <w:spacing w:line="360" w:lineRule="auto"/>
      </w:pPr>
      <w:r>
        <w:t>Address:____________________________________</w:t>
      </w:r>
    </w:p>
    <w:p w:rsidR="00AB69D1" w:rsidRDefault="00AB69D1">
      <w:pPr>
        <w:pStyle w:val="NoSpacing"/>
        <w:spacing w:line="360" w:lineRule="auto"/>
      </w:pPr>
      <w:r>
        <w:t>City/Zip: ____________________________________</w:t>
      </w:r>
    </w:p>
    <w:p w:rsidR="00AB69D1" w:rsidRDefault="00AB69D1">
      <w:pPr>
        <w:pStyle w:val="NoSpacing"/>
        <w:spacing w:line="360" w:lineRule="auto"/>
      </w:pPr>
      <w:r>
        <w:t>Phone:______________________________________</w:t>
      </w:r>
    </w:p>
    <w:p w:rsidR="00AB69D1" w:rsidRDefault="00AB69D1">
      <w:pPr>
        <w:ind w:left="720" w:right="-360" w:hanging="720"/>
        <w:rPr>
          <w:u w:val="single"/>
        </w:rPr>
      </w:pPr>
    </w:p>
    <w:p w:rsidR="00AB69D1" w:rsidRDefault="00AB69D1">
      <w:pPr>
        <w:pStyle w:val="NoSpacing"/>
        <w:rPr>
          <w:sz w:val="18"/>
          <w:u w:val="single"/>
        </w:rPr>
      </w:pPr>
      <w:r>
        <w:t>Preferred Language:</w:t>
      </w:r>
      <w:r>
        <w:sym w:font="Wingdings 2" w:char="F0A3"/>
      </w:r>
      <w:r>
        <w:t xml:space="preserve"> English</w:t>
      </w:r>
      <w:r>
        <w:tab/>
      </w:r>
      <w:r>
        <w:sym w:font="Wingdings 2" w:char="F0A3"/>
      </w:r>
      <w:r>
        <w:t xml:space="preserve"> Spanish</w:t>
      </w:r>
      <w:r>
        <w:tab/>
        <w:t xml:space="preserve"> </w:t>
      </w:r>
      <w:r>
        <w:sym w:font="Wingdings 2" w:char="F0A3"/>
      </w:r>
      <w:r>
        <w:t xml:space="preserve"> Other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B69D1" w:rsidRDefault="00AB69D1">
      <w:pPr>
        <w:tabs>
          <w:tab w:val="left" w:pos="5640"/>
        </w:tabs>
        <w:spacing w:before="60"/>
        <w:ind w:left="720" w:right="-360" w:hanging="720"/>
        <w:rPr>
          <w:b/>
          <w:bCs w:val="0"/>
        </w:rPr>
      </w:pPr>
      <w:r>
        <w:rPr>
          <w:b/>
          <w:bCs w:val="0"/>
        </w:rPr>
        <w:t>Reason for Referral:</w:t>
      </w:r>
    </w:p>
    <w:p w:rsidR="00AB69D1" w:rsidRDefault="00AB69D1">
      <w:pPr>
        <w:spacing w:line="312" w:lineRule="auto"/>
        <w:ind w:right="-360"/>
      </w:pPr>
      <w:r>
        <w:sym w:font="Wingdings 2" w:char="F0A3"/>
      </w:r>
      <w:r>
        <w:t xml:space="preserve">  Postpartum at risk </w:t>
      </w:r>
      <w:r>
        <w:rPr>
          <w:sz w:val="20"/>
        </w:rPr>
        <w:t>(lactation issues, teen, social issues)</w:t>
      </w:r>
      <w:r>
        <w:tab/>
      </w:r>
      <w:r>
        <w:tab/>
        <w:t>Child at risk/needs linkage to:</w:t>
      </w:r>
    </w:p>
    <w:p w:rsidR="00AB69D1" w:rsidRDefault="00AB69D1">
      <w:pPr>
        <w:numPr>
          <w:ilvl w:val="0"/>
          <w:numId w:val="1"/>
        </w:numPr>
        <w:tabs>
          <w:tab w:val="clear" w:pos="720"/>
        </w:tabs>
        <w:spacing w:line="312" w:lineRule="auto"/>
        <w:ind w:left="360" w:right="-360"/>
      </w:pPr>
      <w:r>
        <w:t>Newborn at risk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 2" w:char="F0A3"/>
      </w:r>
      <w:r>
        <w:t xml:space="preserve"> Specialty Care  </w:t>
      </w:r>
      <w:r>
        <w:sym w:font="Wingdings 2" w:char="F0A3"/>
      </w:r>
      <w:r>
        <w:t xml:space="preserve"> Developmental Services</w:t>
      </w:r>
    </w:p>
    <w:p w:rsidR="00AB69D1" w:rsidRDefault="00AB69D1">
      <w:pPr>
        <w:spacing w:line="312" w:lineRule="auto"/>
        <w:ind w:right="-360"/>
      </w:pPr>
      <w:r>
        <w:rPr>
          <w:sz w:val="18"/>
        </w:rPr>
        <w:t xml:space="preserve">      (wt loss 8- 10%, SGA, medical issues, feeding issue, &lt; 36wks gest)</w:t>
      </w:r>
      <w:r>
        <w:rPr>
          <w:sz w:val="18"/>
        </w:rPr>
        <w:tab/>
      </w:r>
      <w:r>
        <w:rPr>
          <w:sz w:val="18"/>
        </w:rPr>
        <w:tab/>
      </w:r>
      <w:r>
        <w:sym w:font="Wingdings 2" w:char="F0A3"/>
      </w:r>
      <w:r>
        <w:t xml:space="preserve"> Mental Health   </w:t>
      </w:r>
      <w:r>
        <w:sym w:font="Wingdings 2" w:char="F0A3"/>
      </w:r>
      <w:r>
        <w:t xml:space="preserve"> School District</w:t>
      </w:r>
    </w:p>
    <w:p w:rsidR="00AB69D1" w:rsidRDefault="00AB69D1">
      <w:pPr>
        <w:spacing w:line="312" w:lineRule="auto"/>
        <w:ind w:right="-360"/>
      </w:pPr>
      <w:r>
        <w:sym w:font="Wingdings 2" w:char="F0A3"/>
      </w:r>
      <w:r>
        <w:t xml:space="preserve">  Perinatal Depression </w:t>
      </w:r>
      <w:r w:rsidR="00E860E5">
        <w:rPr>
          <w:sz w:val="20"/>
        </w:rPr>
        <w:t>(mod/severe</w:t>
      </w:r>
      <w:r>
        <w:rPr>
          <w:sz w:val="20"/>
        </w:rPr>
        <w:t>)</w:t>
      </w:r>
      <w:r w:rsidR="00E860E5">
        <w:rPr>
          <w:sz w:val="20"/>
        </w:rPr>
        <w:tab/>
      </w:r>
      <w:r>
        <w:tab/>
      </w:r>
      <w:r>
        <w:tab/>
      </w:r>
      <w:r>
        <w:tab/>
      </w:r>
      <w:r>
        <w:tab/>
      </w:r>
      <w:r>
        <w:sym w:font="Wingdings 2" w:char="F0A3"/>
      </w:r>
      <w:r>
        <w:t xml:space="preserve"> Other:_________________________</w:t>
      </w:r>
    </w:p>
    <w:p w:rsidR="00AB69D1" w:rsidRDefault="00AB69D1">
      <w:pPr>
        <w:spacing w:line="312" w:lineRule="auto"/>
        <w:ind w:right="-360"/>
        <w:rPr>
          <w:sz w:val="16"/>
          <w:szCs w:val="16"/>
        </w:rPr>
      </w:pPr>
    </w:p>
    <w:p w:rsidR="00AB69D1" w:rsidRDefault="00AB69D1">
      <w:pPr>
        <w:spacing w:line="312" w:lineRule="auto"/>
        <w:ind w:right="-360"/>
      </w:pPr>
      <w:r>
        <w:t>Brief Description of the reason for referral:</w:t>
      </w:r>
    </w:p>
    <w:p w:rsidR="00AB69D1" w:rsidRDefault="00AB69D1" w:rsidP="00E860E5">
      <w:pPr>
        <w:spacing w:line="360" w:lineRule="auto"/>
        <w:ind w:right="-360"/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E860E5" w:rsidRPr="00380677" w:rsidRDefault="00E860E5" w:rsidP="00E860E5">
      <w:pPr>
        <w:ind w:right="-360"/>
        <w:contextualSpacing/>
        <w:rPr>
          <w:b/>
          <w:sz w:val="24"/>
        </w:rPr>
      </w:pPr>
      <w:r w:rsidRPr="00380677">
        <w:rPr>
          <w:b/>
          <w:sz w:val="24"/>
        </w:rPr>
        <w:t xml:space="preserve">Disposition: </w:t>
      </w:r>
    </w:p>
    <w:p w:rsidR="00E860E5" w:rsidRPr="00E860E5" w:rsidRDefault="00E860E5" w:rsidP="00E860E5">
      <w:pPr>
        <w:spacing w:line="360" w:lineRule="auto"/>
        <w:ind w:left="720" w:right="-360" w:firstLine="720"/>
        <w:contextualSpacing/>
      </w:pPr>
      <w:r>
        <w:sym w:font="Wingdings 2" w:char="F0A3"/>
      </w:r>
      <w:r>
        <w:t xml:space="preserve"> Unable to contact/locate</w:t>
      </w:r>
      <w:r>
        <w:tab/>
      </w:r>
      <w:r>
        <w:tab/>
      </w:r>
      <w:r>
        <w:tab/>
      </w:r>
      <w:r>
        <w:tab/>
      </w:r>
      <w:r>
        <w:sym w:font="Wingdings 2" w:char="F0A3"/>
      </w:r>
      <w:r>
        <w:t xml:space="preserve"> Assigned to PHN  </w:t>
      </w:r>
    </w:p>
    <w:p w:rsidR="00E860E5" w:rsidRDefault="00E860E5" w:rsidP="00E860E5">
      <w:pPr>
        <w:spacing w:line="360" w:lineRule="auto"/>
        <w:ind w:right="-360"/>
        <w:contextualSpacing/>
      </w:pPr>
      <w:r>
        <w:rPr>
          <w:sz w:val="12"/>
        </w:rPr>
        <w:tab/>
        <w:t xml:space="preserve">               </w:t>
      </w:r>
      <w:r>
        <w:rPr>
          <w:sz w:val="12"/>
        </w:rPr>
        <w:tab/>
      </w:r>
      <w:r>
        <w:sym w:font="Wingdings 2" w:char="F0A3"/>
      </w:r>
      <w:r>
        <w:t xml:space="preserve"> Does not meet criteria for services  </w:t>
      </w:r>
      <w:r>
        <w:tab/>
      </w:r>
      <w:r>
        <w:tab/>
      </w:r>
      <w:r>
        <w:sym w:font="Wingdings 2" w:char="F0A3"/>
      </w:r>
      <w:r>
        <w:t xml:space="preserve"> Unable to provide services</w:t>
      </w:r>
    </w:p>
    <w:p w:rsidR="00E860E5" w:rsidRPr="00E860E5" w:rsidRDefault="00E860E5" w:rsidP="00E860E5">
      <w:pPr>
        <w:spacing w:line="360" w:lineRule="auto"/>
        <w:ind w:right="-360"/>
        <w:rPr>
          <w:sz w:val="12"/>
        </w:rPr>
      </w:pPr>
    </w:p>
    <w:p w:rsidR="00AB69D1" w:rsidRDefault="00AB69D1">
      <w:pPr>
        <w:spacing w:line="360" w:lineRule="auto"/>
        <w:ind w:right="-360"/>
        <w:rPr>
          <w:sz w:val="12"/>
          <w:u w:val="single"/>
        </w:rPr>
      </w:pPr>
    </w:p>
    <w:p w:rsidR="00E860E5" w:rsidRDefault="00E860E5">
      <w:pPr>
        <w:spacing w:line="360" w:lineRule="auto"/>
        <w:ind w:right="-360"/>
        <w:rPr>
          <w:sz w:val="12"/>
          <w:u w:val="single"/>
        </w:rPr>
      </w:pPr>
    </w:p>
    <w:p w:rsidR="00AB69D1" w:rsidRDefault="00AB69D1">
      <w:pPr>
        <w:pBdr>
          <w:bottom w:val="double" w:sz="6" w:space="1" w:color="auto"/>
        </w:pBdr>
        <w:ind w:right="-360"/>
        <w:rPr>
          <w:u w:val="single"/>
        </w:rPr>
      </w:pPr>
      <w:r>
        <w:t>Completed by: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Phone: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Program: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B69D1" w:rsidRDefault="00AB69D1">
      <w:pPr>
        <w:pBdr>
          <w:bottom w:val="double" w:sz="6" w:space="1" w:color="auto"/>
        </w:pBdr>
        <w:ind w:right="-360"/>
        <w:rPr>
          <w:u w:val="single"/>
        </w:rPr>
      </w:pPr>
      <w:r>
        <w:sym w:font="Wingdings 2" w:char="F0A3"/>
      </w:r>
      <w:r>
        <w:t xml:space="preserve"> Feedback requested </w:t>
      </w:r>
      <w:r>
        <w:tab/>
        <w:t>To:___________________________</w:t>
      </w:r>
      <w:r>
        <w:tab/>
      </w:r>
      <w:r>
        <w:tab/>
        <w:t xml:space="preserve"> Phone:_______________________  </w:t>
      </w:r>
    </w:p>
    <w:sectPr w:rsidR="00AB69D1">
      <w:footerReference w:type="default" r:id="rId9"/>
      <w:pgSz w:w="12240" w:h="15840"/>
      <w:pgMar w:top="900" w:right="720" w:bottom="540" w:left="720" w:header="720" w:footer="35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679" w:rsidRDefault="00377679">
      <w:r>
        <w:separator/>
      </w:r>
    </w:p>
  </w:endnote>
  <w:endnote w:type="continuationSeparator" w:id="0">
    <w:p w:rsidR="00377679" w:rsidRDefault="00377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9D1" w:rsidRDefault="00AB69D1">
    <w:pPr>
      <w:pStyle w:val="Footer"/>
      <w:rPr>
        <w:sz w:val="16"/>
      </w:rPr>
    </w:pPr>
    <w:r>
      <w:rPr>
        <w:sz w:val="16"/>
      </w:rPr>
      <w:t>PHCS 06/08/11</w:t>
    </w:r>
  </w:p>
  <w:p w:rsidR="00AB69D1" w:rsidRDefault="00AB69D1">
    <w:pPr>
      <w:pStyle w:val="Foo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679" w:rsidRDefault="00377679">
      <w:r>
        <w:separator/>
      </w:r>
    </w:p>
  </w:footnote>
  <w:footnote w:type="continuationSeparator" w:id="0">
    <w:p w:rsidR="00377679" w:rsidRDefault="003776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546A2"/>
    <w:multiLevelType w:val="hybridMultilevel"/>
    <w:tmpl w:val="10F62AF2"/>
    <w:lvl w:ilvl="0" w:tplc="40E88724">
      <w:start w:val="925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attachedTemplate r:id="rId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0E5"/>
    <w:rsid w:val="00077B7C"/>
    <w:rsid w:val="002C6B7D"/>
    <w:rsid w:val="00377679"/>
    <w:rsid w:val="00380677"/>
    <w:rsid w:val="00AB69D1"/>
    <w:rsid w:val="00E8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 w:cs="Tahoma"/>
      <w:bCs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 w:val="0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NoSpacing">
    <w:name w:val="No Spacing"/>
    <w:qFormat/>
    <w:rPr>
      <w:rFonts w:ascii="Tahoma" w:hAnsi="Tahoma" w:cs="Tahoma"/>
      <w:bCs/>
      <w:sz w:val="22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BodyText">
    <w:name w:val="Body Text"/>
    <w:basedOn w:val="Normal"/>
    <w:semiHidden/>
    <w:pPr>
      <w:tabs>
        <w:tab w:val="left" w:leader="hyphen" w:pos="2160"/>
      </w:tabs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myers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Health Care Coordination Intake Form</vt:lpstr>
    </vt:vector>
  </TitlesOfParts>
  <Company>Health Services Dept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Health Care Coordination Intake Form</dc:title>
  <dc:subject/>
  <dc:creator>Cathy Myers</dc:creator>
  <cp:keywords/>
  <dc:description/>
  <cp:lastModifiedBy>jbraker</cp:lastModifiedBy>
  <cp:revision>2</cp:revision>
  <cp:lastPrinted>2011-06-09T23:42:00Z</cp:lastPrinted>
  <dcterms:created xsi:type="dcterms:W3CDTF">2011-07-16T00:32:00Z</dcterms:created>
  <dcterms:modified xsi:type="dcterms:W3CDTF">2011-07-16T00:32:00Z</dcterms:modified>
</cp:coreProperties>
</file>